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503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600"/>
        <w:gridCol w:w="720"/>
        <w:gridCol w:w="6183"/>
      </w:tblGrid>
      <w:tr w:rsidR="001B2ABD" w14:paraId="6F979491" w14:textId="77777777" w:rsidTr="00AE7882">
        <w:trPr>
          <w:trHeight w:val="4410"/>
        </w:trPr>
        <w:tc>
          <w:tcPr>
            <w:tcW w:w="3600" w:type="dxa"/>
            <w:vAlign w:val="bottom"/>
          </w:tcPr>
          <w:p w14:paraId="2F7FBF60" w14:textId="136B0F65" w:rsidR="001B2ABD" w:rsidRDefault="00B4427E" w:rsidP="001B2ABD">
            <w:pPr>
              <w:tabs>
                <w:tab w:val="left" w:pos="990"/>
              </w:tabs>
              <w:jc w:val="center"/>
            </w:pPr>
            <w:r>
              <w:rPr>
                <w:noProof/>
              </w:rPr>
              <w:drawing>
                <wp:inline distT="0" distB="0" distL="0" distR="0" wp14:anchorId="351C8856" wp14:editId="4CDE9E48">
                  <wp:extent cx="2023745" cy="2554605"/>
                  <wp:effectExtent l="0" t="0" r="0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3745" cy="25546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</w:tcPr>
          <w:p w14:paraId="52DD94C6" w14:textId="77777777" w:rsidR="001B2ABD" w:rsidRDefault="001B2ABD" w:rsidP="000C45FF">
            <w:pPr>
              <w:tabs>
                <w:tab w:val="left" w:pos="990"/>
              </w:tabs>
            </w:pPr>
          </w:p>
        </w:tc>
        <w:tc>
          <w:tcPr>
            <w:tcW w:w="6183" w:type="dxa"/>
            <w:vAlign w:val="bottom"/>
          </w:tcPr>
          <w:p w14:paraId="19A15409" w14:textId="22F6ABCB" w:rsidR="001B2ABD" w:rsidRPr="00B4427E" w:rsidRDefault="00B4427E" w:rsidP="001B2ABD">
            <w:pPr>
              <w:pStyle w:val="Nzev"/>
              <w:rPr>
                <w:sz w:val="72"/>
                <w:szCs w:val="72"/>
              </w:rPr>
            </w:pPr>
            <w:r w:rsidRPr="00B4427E">
              <w:rPr>
                <w:sz w:val="72"/>
                <w:szCs w:val="72"/>
              </w:rPr>
              <w:t>NIKOLA DROZDOVÁ</w:t>
            </w:r>
          </w:p>
          <w:p w14:paraId="5D21AA85" w14:textId="6FEAABD4" w:rsidR="001B2ABD" w:rsidRDefault="001B2ABD" w:rsidP="001B2ABD">
            <w:pPr>
              <w:pStyle w:val="Podnadpis"/>
            </w:pPr>
          </w:p>
        </w:tc>
      </w:tr>
      <w:tr w:rsidR="001B2ABD" w14:paraId="13E4E56D" w14:textId="77777777" w:rsidTr="00AE7882">
        <w:tc>
          <w:tcPr>
            <w:tcW w:w="3600" w:type="dxa"/>
          </w:tcPr>
          <w:p w14:paraId="543D8B89" w14:textId="1EE528AD" w:rsidR="00036450" w:rsidRDefault="00036450" w:rsidP="009260CD"/>
          <w:p w14:paraId="581EE04F" w14:textId="77777777" w:rsidR="00036450" w:rsidRDefault="00036450" w:rsidP="00036450"/>
          <w:p w14:paraId="0DB09E7F" w14:textId="4D2A4B3B" w:rsidR="00B4427E" w:rsidRDefault="00B4427E" w:rsidP="00B4427E">
            <w:pPr>
              <w:pStyle w:val="Nadpis3"/>
            </w:pPr>
            <w:r>
              <w:t>PERSONAL INFORMATION</w:t>
            </w:r>
          </w:p>
          <w:p w14:paraId="405DB6D7" w14:textId="379C9944" w:rsidR="00B4427E" w:rsidRPr="00B4427E" w:rsidRDefault="00B4427E" w:rsidP="00B4427E">
            <w:pPr>
              <w:pStyle w:val="Nadpis3"/>
              <w:rPr>
                <w:rFonts w:asciiTheme="minorHAnsi" w:hAnsiTheme="minorHAnsi"/>
                <w:b w:val="0"/>
                <w:bCs/>
                <w:color w:val="auto"/>
                <w:sz w:val="18"/>
                <w:szCs w:val="18"/>
              </w:rPr>
            </w:pPr>
            <w:r w:rsidRPr="00B4427E">
              <w:rPr>
                <w:rFonts w:asciiTheme="minorHAnsi" w:hAnsiTheme="minorHAnsi"/>
                <w:b w:val="0"/>
                <w:bCs/>
                <w:color w:val="auto"/>
                <w:sz w:val="18"/>
                <w:szCs w:val="18"/>
              </w:rPr>
              <w:t>Date and place of birth:</w:t>
            </w:r>
          </w:p>
          <w:p w14:paraId="663C3E8E" w14:textId="6DC441CD" w:rsidR="00B4427E" w:rsidRPr="00B4427E" w:rsidRDefault="00B4427E" w:rsidP="00B4427E">
            <w:pPr>
              <w:pStyle w:val="Nadpis3"/>
              <w:rPr>
                <w:rFonts w:asciiTheme="minorHAnsi" w:hAnsiTheme="minorHAnsi"/>
                <w:b w:val="0"/>
                <w:bCs/>
                <w:color w:val="auto"/>
                <w:sz w:val="18"/>
                <w:szCs w:val="18"/>
              </w:rPr>
            </w:pPr>
            <w:r w:rsidRPr="00B4427E">
              <w:rPr>
                <w:rFonts w:asciiTheme="minorHAnsi" w:hAnsiTheme="minorHAnsi"/>
                <w:b w:val="0"/>
                <w:bCs/>
                <w:color w:val="auto"/>
                <w:sz w:val="18"/>
                <w:szCs w:val="18"/>
              </w:rPr>
              <w:t>29</w:t>
            </w:r>
            <w:r w:rsidR="00D6021C">
              <w:rPr>
                <w:rFonts w:asciiTheme="minorHAnsi" w:hAnsiTheme="minorHAnsi"/>
                <w:b w:val="0"/>
                <w:bCs/>
                <w:color w:val="auto"/>
                <w:sz w:val="18"/>
                <w:szCs w:val="18"/>
              </w:rPr>
              <w:t xml:space="preserve">th january </w:t>
            </w:r>
            <w:r w:rsidRPr="00B4427E">
              <w:rPr>
                <w:rFonts w:asciiTheme="minorHAnsi" w:hAnsiTheme="minorHAnsi"/>
                <w:b w:val="0"/>
                <w:bCs/>
                <w:color w:val="auto"/>
                <w:sz w:val="18"/>
                <w:szCs w:val="18"/>
              </w:rPr>
              <w:t>2000</w:t>
            </w:r>
            <w:r w:rsidR="00D6021C">
              <w:rPr>
                <w:rFonts w:asciiTheme="minorHAnsi" w:hAnsiTheme="minorHAnsi"/>
                <w:b w:val="0"/>
                <w:bCs/>
                <w:color w:val="auto"/>
                <w:sz w:val="18"/>
                <w:szCs w:val="18"/>
              </w:rPr>
              <w:br/>
            </w:r>
            <w:r w:rsidRPr="00B4427E">
              <w:rPr>
                <w:rFonts w:asciiTheme="minorHAnsi" w:hAnsiTheme="minorHAnsi"/>
                <w:b w:val="0"/>
                <w:bCs/>
                <w:color w:val="auto"/>
                <w:sz w:val="18"/>
                <w:szCs w:val="18"/>
              </w:rPr>
              <w:t>Ostrava, Czech Republic</w:t>
            </w:r>
          </w:p>
          <w:p w14:paraId="3038AF5E" w14:textId="734EB036" w:rsidR="00B4427E" w:rsidRPr="00B4427E" w:rsidRDefault="00D6021C" w:rsidP="00B4427E">
            <w:pPr>
              <w:pStyle w:val="Nadpis3"/>
              <w:rPr>
                <w:rFonts w:asciiTheme="minorHAnsi" w:hAnsiTheme="minorHAnsi"/>
                <w:b w:val="0"/>
                <w:bCs/>
                <w:color w:val="auto"/>
                <w:sz w:val="18"/>
                <w:szCs w:val="18"/>
              </w:rPr>
            </w:pPr>
            <w:r>
              <w:rPr>
                <w:rFonts w:asciiTheme="minorHAnsi" w:hAnsiTheme="minorHAnsi"/>
                <w:b w:val="0"/>
                <w:bCs/>
                <w:color w:val="auto"/>
                <w:sz w:val="18"/>
                <w:szCs w:val="18"/>
              </w:rPr>
              <w:t>ADRESS:</w:t>
            </w:r>
          </w:p>
          <w:p w14:paraId="0285DE3A" w14:textId="4144CE7D" w:rsidR="00B4427E" w:rsidRPr="00B4427E" w:rsidRDefault="00A163DA" w:rsidP="00B4427E">
            <w:pPr>
              <w:pStyle w:val="Nadpis3"/>
              <w:rPr>
                <w:rFonts w:asciiTheme="minorHAnsi" w:hAnsiTheme="minorHAnsi"/>
                <w:b w:val="0"/>
                <w:bCs/>
                <w:color w:val="auto"/>
                <w:sz w:val="18"/>
                <w:szCs w:val="18"/>
              </w:rPr>
            </w:pPr>
            <w:r>
              <w:rPr>
                <w:rFonts w:asciiTheme="minorHAnsi" w:hAnsiTheme="minorHAnsi"/>
                <w:b w:val="0"/>
                <w:bCs/>
                <w:color w:val="auto"/>
                <w:sz w:val="18"/>
                <w:szCs w:val="18"/>
              </w:rPr>
              <w:t>VĚTRNÁ STREET 1071/4</w:t>
            </w:r>
            <w:r w:rsidR="00D6021C">
              <w:rPr>
                <w:rFonts w:asciiTheme="minorHAnsi" w:hAnsiTheme="minorHAnsi"/>
                <w:b w:val="0"/>
                <w:bCs/>
                <w:color w:val="auto"/>
                <w:sz w:val="18"/>
                <w:szCs w:val="18"/>
              </w:rPr>
              <w:br/>
            </w:r>
            <w:r w:rsidR="00B4427E" w:rsidRPr="00B4427E">
              <w:rPr>
                <w:rFonts w:asciiTheme="minorHAnsi" w:hAnsiTheme="minorHAnsi"/>
                <w:b w:val="0"/>
                <w:bCs/>
                <w:color w:val="auto"/>
                <w:sz w:val="18"/>
                <w:szCs w:val="18"/>
              </w:rPr>
              <w:t>Ostrava 8</w:t>
            </w:r>
            <w:r w:rsidR="00D6021C">
              <w:rPr>
                <w:rFonts w:asciiTheme="minorHAnsi" w:hAnsiTheme="minorHAnsi"/>
                <w:b w:val="0"/>
                <w:bCs/>
                <w:color w:val="auto"/>
                <w:sz w:val="18"/>
                <w:szCs w:val="18"/>
              </w:rPr>
              <w:br/>
            </w:r>
            <w:r w:rsidR="00B4427E" w:rsidRPr="00B4427E">
              <w:rPr>
                <w:rFonts w:asciiTheme="minorHAnsi" w:hAnsiTheme="minorHAnsi"/>
                <w:b w:val="0"/>
                <w:bCs/>
                <w:color w:val="auto"/>
                <w:sz w:val="18"/>
                <w:szCs w:val="18"/>
              </w:rPr>
              <w:t>708 00, Czech Republic</w:t>
            </w:r>
          </w:p>
          <w:p w14:paraId="64AB06CC" w14:textId="77777777" w:rsidR="00B4427E" w:rsidRPr="00B4427E" w:rsidRDefault="00B4427E" w:rsidP="00B4427E">
            <w:pPr>
              <w:pStyle w:val="Nadpis3"/>
              <w:rPr>
                <w:rFonts w:asciiTheme="minorHAnsi" w:hAnsiTheme="minorHAnsi"/>
                <w:b w:val="0"/>
                <w:bCs/>
                <w:color w:val="auto"/>
                <w:sz w:val="18"/>
                <w:szCs w:val="18"/>
              </w:rPr>
            </w:pPr>
            <w:r w:rsidRPr="00B4427E">
              <w:rPr>
                <w:rFonts w:asciiTheme="minorHAnsi" w:hAnsiTheme="minorHAnsi"/>
                <w:b w:val="0"/>
                <w:bCs/>
                <w:color w:val="auto"/>
                <w:sz w:val="18"/>
                <w:szCs w:val="18"/>
              </w:rPr>
              <w:t>Nationality:</w:t>
            </w:r>
          </w:p>
          <w:p w14:paraId="677258FB" w14:textId="1030B501" w:rsidR="00B4427E" w:rsidRPr="00B4427E" w:rsidRDefault="00B4427E" w:rsidP="00B4427E">
            <w:pPr>
              <w:pStyle w:val="Nadpis3"/>
              <w:rPr>
                <w:rFonts w:asciiTheme="minorHAnsi" w:hAnsiTheme="minorHAnsi"/>
                <w:b w:val="0"/>
                <w:bCs/>
                <w:color w:val="auto"/>
                <w:sz w:val="18"/>
                <w:szCs w:val="18"/>
              </w:rPr>
            </w:pPr>
            <w:r w:rsidRPr="00B4427E">
              <w:rPr>
                <w:rFonts w:asciiTheme="minorHAnsi" w:hAnsiTheme="minorHAnsi"/>
                <w:b w:val="0"/>
                <w:bCs/>
                <w:color w:val="auto"/>
                <w:sz w:val="18"/>
                <w:szCs w:val="18"/>
              </w:rPr>
              <w:t>Czech</w:t>
            </w:r>
          </w:p>
          <w:p w14:paraId="339012DD" w14:textId="02EA0945" w:rsidR="00036450" w:rsidRPr="00CB0055" w:rsidRDefault="00B4427E" w:rsidP="00CB0055">
            <w:pPr>
              <w:pStyle w:val="Nadpis3"/>
            </w:pPr>
            <w:r>
              <w:t>CONTACTS</w:t>
            </w:r>
          </w:p>
          <w:p w14:paraId="39306BCC" w14:textId="62E43A5A" w:rsidR="004D3011" w:rsidRDefault="00B4427E" w:rsidP="004D3011">
            <w:r>
              <w:t>PHONE NUMBER:</w:t>
            </w:r>
          </w:p>
          <w:p w14:paraId="04E6BD8D" w14:textId="77777777" w:rsidR="005E59E0" w:rsidRDefault="005E59E0" w:rsidP="004D3011"/>
          <w:p w14:paraId="689F75B8" w14:textId="27B11C05" w:rsidR="00B4427E" w:rsidRDefault="00B4427E" w:rsidP="004D3011">
            <w:r>
              <w:t>+420 774 253</w:t>
            </w:r>
            <w:r w:rsidR="005E59E0">
              <w:t> </w:t>
            </w:r>
            <w:r>
              <w:t>649</w:t>
            </w:r>
          </w:p>
          <w:p w14:paraId="31DBEF58" w14:textId="77777777" w:rsidR="005E59E0" w:rsidRDefault="005E59E0" w:rsidP="004D3011"/>
          <w:p w14:paraId="069459DD" w14:textId="2B317F53" w:rsidR="005E59E0" w:rsidRDefault="005E59E0" w:rsidP="004D3011">
            <w:r>
              <w:t>EMAIL:</w:t>
            </w:r>
          </w:p>
          <w:p w14:paraId="67571AC8" w14:textId="77777777" w:rsidR="005E59E0" w:rsidRDefault="005E59E0" w:rsidP="004D3011"/>
          <w:p w14:paraId="52D36EF2" w14:textId="3D63ABD5" w:rsidR="00036450" w:rsidRPr="00B4427E" w:rsidRDefault="00B4427E" w:rsidP="004D3011">
            <w:pPr>
              <w:rPr>
                <w:rStyle w:val="Hypertextovodkaz"/>
              </w:rPr>
            </w:pPr>
            <w:r>
              <w:t>N</w:t>
            </w:r>
            <w:r w:rsidR="003118EF">
              <w:t>IKDROZD</w:t>
            </w:r>
            <w:r w:rsidR="00D6021C" w:rsidRPr="00D6021C">
              <w:t>@</w:t>
            </w:r>
            <w:r w:rsidR="003118EF">
              <w:t>SEZNAM.CZ</w:t>
            </w:r>
          </w:p>
          <w:p w14:paraId="14541AF3" w14:textId="176FB62D" w:rsidR="004D3011" w:rsidRPr="00CB0055" w:rsidRDefault="00B4427E" w:rsidP="00CB0055">
            <w:pPr>
              <w:pStyle w:val="Nadpis3"/>
            </w:pPr>
            <w:r>
              <w:t>HOBBIES</w:t>
            </w:r>
          </w:p>
          <w:p w14:paraId="79DEB98E" w14:textId="08DA5AC8" w:rsidR="004D3011" w:rsidRPr="004D3011" w:rsidRDefault="00D6021C" w:rsidP="004D3011">
            <w:r>
              <w:t>FOREIGN LANGUAGES</w:t>
            </w:r>
            <w:r>
              <w:br/>
              <w:t>SPORTS (GYM, SOCCER)</w:t>
            </w:r>
            <w:r>
              <w:br/>
              <w:t>TRAVELING</w:t>
            </w:r>
            <w:r>
              <w:br/>
            </w:r>
            <w:r w:rsidR="000C7F1E">
              <w:t>POLITICS, MODERN HISTORY</w:t>
            </w:r>
          </w:p>
        </w:tc>
        <w:tc>
          <w:tcPr>
            <w:tcW w:w="720" w:type="dxa"/>
          </w:tcPr>
          <w:p w14:paraId="70817B96" w14:textId="77777777" w:rsidR="001B2ABD" w:rsidRDefault="001B2ABD" w:rsidP="000C45FF">
            <w:pPr>
              <w:tabs>
                <w:tab w:val="left" w:pos="990"/>
              </w:tabs>
            </w:pPr>
          </w:p>
        </w:tc>
        <w:tc>
          <w:tcPr>
            <w:tcW w:w="6183" w:type="dxa"/>
          </w:tcPr>
          <w:p w14:paraId="326F2533" w14:textId="64E9AFDD" w:rsidR="001B2ABD" w:rsidRDefault="00B4427E" w:rsidP="00036450">
            <w:pPr>
              <w:pStyle w:val="Nadpis2"/>
            </w:pPr>
            <w:r>
              <w:t>EDUCATION</w:t>
            </w:r>
          </w:p>
          <w:p w14:paraId="6CF2EB2B" w14:textId="1C55F334" w:rsidR="00036450" w:rsidRPr="00036450" w:rsidRDefault="00FC3524" w:rsidP="00B359E4">
            <w:pPr>
              <w:pStyle w:val="Nadpis4"/>
            </w:pPr>
            <w:r>
              <w:t xml:space="preserve">2022 – present </w:t>
            </w:r>
          </w:p>
          <w:p w14:paraId="3E34C210" w14:textId="7B283107" w:rsidR="00036450" w:rsidRPr="00FC3524" w:rsidRDefault="00FC3524" w:rsidP="00B359E4">
            <w:pPr>
              <w:pStyle w:val="Datum"/>
              <w:rPr>
                <w:b/>
                <w:bCs/>
              </w:rPr>
            </w:pPr>
            <w:r w:rsidRPr="00FC3524">
              <w:rPr>
                <w:b/>
                <w:bCs/>
              </w:rPr>
              <w:t>Charles University, Faculty of Arts, Prague, Czech Republic</w:t>
            </w:r>
          </w:p>
          <w:p w14:paraId="3BBB8CD3" w14:textId="7509E3E8" w:rsidR="00036450" w:rsidRDefault="00113D5A" w:rsidP="00036450">
            <w:pPr>
              <w:rPr>
                <w:lang w:bidi="cs-CZ"/>
              </w:rPr>
            </w:pPr>
            <w:r>
              <w:rPr>
                <w:lang w:bidi="cs-CZ"/>
              </w:rPr>
              <w:t>Master’s studies</w:t>
            </w:r>
            <w:r w:rsidR="00F03D44">
              <w:rPr>
                <w:lang w:bidi="cs-CZ"/>
              </w:rPr>
              <w:t>: East-European studies</w:t>
            </w:r>
            <w:r>
              <w:rPr>
                <w:lang w:bidi="cs-CZ"/>
              </w:rPr>
              <w:t xml:space="preserve"> </w:t>
            </w:r>
            <w:r w:rsidR="000C7F1E">
              <w:rPr>
                <w:lang w:bidi="cs-CZ"/>
              </w:rPr>
              <w:t>(Russian)</w:t>
            </w:r>
          </w:p>
          <w:p w14:paraId="0BA46B41" w14:textId="77777777" w:rsidR="00F03D44" w:rsidRDefault="00F03D44" w:rsidP="00036450"/>
          <w:p w14:paraId="2516438F" w14:textId="4F53D026" w:rsidR="00036450" w:rsidRPr="00B359E4" w:rsidRDefault="00FC3524" w:rsidP="00B359E4">
            <w:pPr>
              <w:pStyle w:val="Nadpis4"/>
            </w:pPr>
            <w:r>
              <w:t xml:space="preserve">2019 – 2022 </w:t>
            </w:r>
          </w:p>
          <w:p w14:paraId="6602A649" w14:textId="77777777" w:rsidR="00FC3524" w:rsidRPr="00FC3524" w:rsidRDefault="00FC3524" w:rsidP="00FC3524">
            <w:pPr>
              <w:pStyle w:val="Datum"/>
              <w:rPr>
                <w:b/>
                <w:bCs/>
              </w:rPr>
            </w:pPr>
            <w:r w:rsidRPr="00FC3524">
              <w:rPr>
                <w:b/>
                <w:bCs/>
              </w:rPr>
              <w:t>Charles University, Faculty of Arts, Prague, Czech Republic</w:t>
            </w:r>
          </w:p>
          <w:p w14:paraId="16966E84" w14:textId="09B00DE7" w:rsidR="00036450" w:rsidRDefault="00FC3524" w:rsidP="00036450">
            <w:r>
              <w:t xml:space="preserve">Bachelor’s degree </w:t>
            </w:r>
            <w:r w:rsidR="00363830">
              <w:t xml:space="preserve">in </w:t>
            </w:r>
            <w:r>
              <w:t>Russian language and literatur</w:t>
            </w:r>
            <w:r w:rsidR="00F03D44">
              <w:t>e</w:t>
            </w:r>
          </w:p>
          <w:p w14:paraId="241A843D" w14:textId="395FFE08" w:rsidR="00036450" w:rsidRDefault="00B4427E" w:rsidP="00036450">
            <w:pPr>
              <w:pStyle w:val="Nadpis2"/>
            </w:pPr>
            <w:r>
              <w:t>WORK EXPERIENCE</w:t>
            </w:r>
          </w:p>
          <w:p w14:paraId="0D40425E" w14:textId="0EEF8444" w:rsidR="001B16DA" w:rsidRDefault="003735A1" w:rsidP="00B359E4">
            <w:pPr>
              <w:pStyle w:val="Nadpis4"/>
            </w:pPr>
            <w:r>
              <w:t xml:space="preserve">PRODUCTIVE PLAYHOUSE, </w:t>
            </w:r>
            <w:r w:rsidR="00CC110A">
              <w:t>Czech-English</w:t>
            </w:r>
            <w:r>
              <w:t xml:space="preserve"> translator/transcriber</w:t>
            </w:r>
          </w:p>
          <w:p w14:paraId="052D02C5" w14:textId="4E6ABF3A" w:rsidR="003735A1" w:rsidRDefault="003735A1" w:rsidP="003735A1">
            <w:r>
              <w:t>2/2023 – present</w:t>
            </w:r>
          </w:p>
          <w:p w14:paraId="17284E69" w14:textId="53C00370" w:rsidR="003735A1" w:rsidRDefault="00CC110A" w:rsidP="00CC110A">
            <w:pPr>
              <w:pStyle w:val="Odstavecseseznamem"/>
              <w:numPr>
                <w:ilvl w:val="0"/>
                <w:numId w:val="2"/>
              </w:numPr>
            </w:pPr>
            <w:r>
              <w:t>Part-time job</w:t>
            </w:r>
          </w:p>
          <w:p w14:paraId="1C8E1A59" w14:textId="6BB586BE" w:rsidR="00CC110A" w:rsidRDefault="00CC110A" w:rsidP="00CC110A">
            <w:pPr>
              <w:pStyle w:val="Odstavecseseznamem"/>
              <w:numPr>
                <w:ilvl w:val="0"/>
                <w:numId w:val="2"/>
              </w:numPr>
            </w:pPr>
            <w:r>
              <w:t>Responsible for translating/transcribing videos from Czech to English</w:t>
            </w:r>
          </w:p>
          <w:p w14:paraId="3015134E" w14:textId="77777777" w:rsidR="00CC110A" w:rsidRPr="003735A1" w:rsidRDefault="00CC110A" w:rsidP="00CC110A"/>
          <w:p w14:paraId="284FDA2C" w14:textId="0E19C250" w:rsidR="00036450" w:rsidRPr="0045321E" w:rsidRDefault="00FC3524" w:rsidP="00B359E4">
            <w:pPr>
              <w:pStyle w:val="Nadpis4"/>
              <w:rPr>
                <w:b w:val="0"/>
                <w:bCs/>
              </w:rPr>
            </w:pPr>
            <w:r>
              <w:t>ACTION RETAIL</w:t>
            </w:r>
            <w:r w:rsidR="00363830">
              <w:t>, shop assist</w:t>
            </w:r>
            <w:r w:rsidR="00F66D83">
              <w:t>a</w:t>
            </w:r>
            <w:r w:rsidR="00363830">
              <w:t>nt</w:t>
            </w:r>
            <w:r w:rsidR="0045321E">
              <w:t xml:space="preserve"> </w:t>
            </w:r>
            <w:r w:rsidR="0045321E">
              <w:rPr>
                <w:b w:val="0"/>
                <w:bCs/>
              </w:rPr>
              <w:t>(</w:t>
            </w:r>
            <w:r w:rsidR="00A52DAE" w:rsidRPr="00A52DAE">
              <w:rPr>
                <w:b w:val="0"/>
                <w:bCs/>
              </w:rPr>
              <w:t>international discount store-chain</w:t>
            </w:r>
            <w:r w:rsidR="00A52DAE">
              <w:rPr>
                <w:b w:val="0"/>
                <w:bCs/>
              </w:rPr>
              <w:t>)</w:t>
            </w:r>
          </w:p>
          <w:p w14:paraId="1A71A4CD" w14:textId="6ED5EDEA" w:rsidR="00036450" w:rsidRDefault="00363830" w:rsidP="00B359E4">
            <w:pPr>
              <w:pStyle w:val="Datum"/>
            </w:pPr>
            <w:r>
              <w:t>11/</w:t>
            </w:r>
            <w:r w:rsidR="00FC3524">
              <w:t xml:space="preserve">2021 – present </w:t>
            </w:r>
          </w:p>
          <w:p w14:paraId="7D2A7B63" w14:textId="1E1573B7" w:rsidR="00F66D83" w:rsidRPr="00F66D83" w:rsidRDefault="00F66D83" w:rsidP="00F66D83">
            <w:pPr>
              <w:pStyle w:val="Odstavecseseznamem"/>
              <w:numPr>
                <w:ilvl w:val="0"/>
                <w:numId w:val="1"/>
              </w:numPr>
            </w:pPr>
            <w:r>
              <w:t>Part-time job</w:t>
            </w:r>
          </w:p>
          <w:p w14:paraId="667DD8FF" w14:textId="4301C84F" w:rsidR="004D3011" w:rsidRPr="004D3011" w:rsidRDefault="00113D5A" w:rsidP="00113D5A">
            <w:pPr>
              <w:pStyle w:val="Odstavecseseznamem"/>
              <w:numPr>
                <w:ilvl w:val="0"/>
                <w:numId w:val="1"/>
              </w:numPr>
            </w:pPr>
            <w:r>
              <w:t xml:space="preserve">Responsible for customer service, </w:t>
            </w:r>
            <w:r w:rsidR="004976CF" w:rsidRPr="004976CF">
              <w:t>stocking shelves</w:t>
            </w:r>
          </w:p>
          <w:p w14:paraId="04FAA3C1" w14:textId="77777777" w:rsidR="004D3011" w:rsidRDefault="004D3011" w:rsidP="00036450"/>
          <w:p w14:paraId="1E68D2EB" w14:textId="703E707F" w:rsidR="004D3011" w:rsidRPr="00A52DAE" w:rsidRDefault="00363830" w:rsidP="00B359E4">
            <w:pPr>
              <w:pStyle w:val="Nadpis4"/>
              <w:rPr>
                <w:b w:val="0"/>
                <w:bCs/>
              </w:rPr>
            </w:pPr>
            <w:r>
              <w:t>TETA DROGERIE, shop assist</w:t>
            </w:r>
            <w:r w:rsidR="00F66D83">
              <w:t>a</w:t>
            </w:r>
            <w:r>
              <w:t>nt</w:t>
            </w:r>
            <w:r w:rsidR="00A52DAE">
              <w:t xml:space="preserve"> </w:t>
            </w:r>
            <w:r w:rsidR="00A52DAE">
              <w:rPr>
                <w:b w:val="0"/>
                <w:bCs/>
              </w:rPr>
              <w:t>(Czech drugstore)</w:t>
            </w:r>
          </w:p>
          <w:p w14:paraId="0EC13FCB" w14:textId="7D4D0084" w:rsidR="004D3011" w:rsidRDefault="00363830" w:rsidP="004D3011">
            <w:r>
              <w:t>3/201</w:t>
            </w:r>
            <w:r w:rsidR="001B16DA">
              <w:t>7</w:t>
            </w:r>
            <w:r>
              <w:t xml:space="preserve"> – present </w:t>
            </w:r>
          </w:p>
          <w:p w14:paraId="2EDAF9A7" w14:textId="36AA448F" w:rsidR="00F66D83" w:rsidRPr="004D3011" w:rsidRDefault="00F66D83" w:rsidP="00F66D83">
            <w:pPr>
              <w:pStyle w:val="Odstavecseseznamem"/>
              <w:numPr>
                <w:ilvl w:val="0"/>
                <w:numId w:val="1"/>
              </w:numPr>
            </w:pPr>
            <w:r>
              <w:t>Part-time job</w:t>
            </w:r>
          </w:p>
          <w:p w14:paraId="26B90A9E" w14:textId="1B0D54EF" w:rsidR="004D3011" w:rsidRDefault="00113D5A" w:rsidP="00113D5A">
            <w:pPr>
              <w:pStyle w:val="Odstavecseseznamem"/>
              <w:numPr>
                <w:ilvl w:val="0"/>
                <w:numId w:val="1"/>
              </w:numPr>
            </w:pPr>
            <w:r>
              <w:t xml:space="preserve">Responsible for customer service, </w:t>
            </w:r>
            <w:r w:rsidR="004976CF" w:rsidRPr="004976CF">
              <w:t>stocking shelves</w:t>
            </w:r>
          </w:p>
          <w:p w14:paraId="23D907E5" w14:textId="6A334633" w:rsidR="00036450" w:rsidRDefault="00B4427E" w:rsidP="00036450">
            <w:pPr>
              <w:pStyle w:val="Nadpis2"/>
            </w:pPr>
            <w:r>
              <w:t>SKILLS</w:t>
            </w:r>
          </w:p>
          <w:p w14:paraId="2A46EC32" w14:textId="77777777" w:rsidR="00036450" w:rsidRDefault="00B4427E" w:rsidP="004D3011">
            <w:pPr>
              <w:rPr>
                <w:noProof/>
                <w:color w:val="000000" w:themeColor="text1"/>
                <w:lang w:bidi="cs-CZ"/>
              </w:rPr>
            </w:pPr>
            <w:r>
              <w:rPr>
                <w:noProof/>
                <w:color w:val="000000" w:themeColor="text1"/>
                <w:lang w:bidi="cs-CZ"/>
              </w:rPr>
              <w:t>Languages:</w:t>
            </w:r>
          </w:p>
          <w:p w14:paraId="7F3A16C5" w14:textId="7C44D684" w:rsidR="00B4427E" w:rsidRDefault="00B4427E" w:rsidP="004D3011">
            <w:pPr>
              <w:rPr>
                <w:noProof/>
                <w:color w:val="000000" w:themeColor="text1"/>
                <w:lang w:bidi="cs-CZ"/>
              </w:rPr>
            </w:pPr>
            <w:r>
              <w:rPr>
                <w:noProof/>
                <w:color w:val="000000" w:themeColor="text1"/>
                <w:lang w:bidi="cs-CZ"/>
              </w:rPr>
              <w:t>Czech – native</w:t>
            </w:r>
          </w:p>
          <w:p w14:paraId="5E6B6607" w14:textId="496342D1" w:rsidR="00B4427E" w:rsidRDefault="00B4427E" w:rsidP="004D3011">
            <w:pPr>
              <w:rPr>
                <w:noProof/>
                <w:color w:val="000000" w:themeColor="text1"/>
                <w:lang w:bidi="cs-CZ"/>
              </w:rPr>
            </w:pPr>
            <w:r>
              <w:rPr>
                <w:noProof/>
                <w:color w:val="000000" w:themeColor="text1"/>
                <w:lang w:bidi="cs-CZ"/>
              </w:rPr>
              <w:t>Russian – C1 (bachelor</w:t>
            </w:r>
            <w:r w:rsidR="005E59E0">
              <w:rPr>
                <w:noProof/>
                <w:color w:val="000000" w:themeColor="text1"/>
                <w:lang w:bidi="cs-CZ"/>
              </w:rPr>
              <w:t>’s</w:t>
            </w:r>
            <w:r>
              <w:rPr>
                <w:noProof/>
                <w:color w:val="000000" w:themeColor="text1"/>
                <w:lang w:bidi="cs-CZ"/>
              </w:rPr>
              <w:t xml:space="preserve"> degree)</w:t>
            </w:r>
          </w:p>
          <w:p w14:paraId="5860A64C" w14:textId="74D2DE16" w:rsidR="00B4427E" w:rsidRDefault="00B4427E" w:rsidP="004D3011">
            <w:pPr>
              <w:rPr>
                <w:noProof/>
                <w:color w:val="000000" w:themeColor="text1"/>
                <w:lang w:bidi="cs-CZ"/>
              </w:rPr>
            </w:pPr>
            <w:r>
              <w:rPr>
                <w:noProof/>
                <w:color w:val="000000" w:themeColor="text1"/>
                <w:lang w:bidi="cs-CZ"/>
              </w:rPr>
              <w:t>English – B2/C1</w:t>
            </w:r>
            <w:r w:rsidR="004976CF">
              <w:rPr>
                <w:noProof/>
                <w:color w:val="000000" w:themeColor="text1"/>
                <w:lang w:bidi="cs-CZ"/>
              </w:rPr>
              <w:t xml:space="preserve"> (academic English B2 exam)</w:t>
            </w:r>
          </w:p>
          <w:p w14:paraId="78F43778" w14:textId="4BB44C1B" w:rsidR="00B4427E" w:rsidRDefault="00B4427E" w:rsidP="004D3011">
            <w:pPr>
              <w:rPr>
                <w:noProof/>
                <w:color w:val="000000" w:themeColor="text1"/>
                <w:lang w:bidi="cs-CZ"/>
              </w:rPr>
            </w:pPr>
            <w:r>
              <w:rPr>
                <w:noProof/>
                <w:color w:val="000000" w:themeColor="text1"/>
                <w:lang w:bidi="cs-CZ"/>
              </w:rPr>
              <w:t>German – B2/C1 (DSD</w:t>
            </w:r>
            <w:r w:rsidR="00CC110A">
              <w:rPr>
                <w:noProof/>
                <w:color w:val="000000" w:themeColor="text1"/>
                <w:lang w:bidi="cs-CZ"/>
              </w:rPr>
              <w:t xml:space="preserve"> II</w:t>
            </w:r>
            <w:r>
              <w:rPr>
                <w:noProof/>
                <w:color w:val="000000" w:themeColor="text1"/>
                <w:lang w:bidi="cs-CZ"/>
              </w:rPr>
              <w:t xml:space="preserve"> exam)</w:t>
            </w:r>
          </w:p>
          <w:p w14:paraId="196AC883" w14:textId="77777777" w:rsidR="00B4427E" w:rsidRDefault="00B4427E" w:rsidP="004D3011">
            <w:pPr>
              <w:rPr>
                <w:noProof/>
                <w:color w:val="000000" w:themeColor="text1"/>
                <w:lang w:bidi="cs-CZ"/>
              </w:rPr>
            </w:pPr>
            <w:r>
              <w:rPr>
                <w:noProof/>
                <w:color w:val="000000" w:themeColor="text1"/>
                <w:lang w:bidi="cs-CZ"/>
              </w:rPr>
              <w:t>Lithuanian – A2</w:t>
            </w:r>
          </w:p>
          <w:p w14:paraId="6337E8F3" w14:textId="287354D3" w:rsidR="00CC110A" w:rsidRDefault="00CC110A" w:rsidP="004D3011">
            <w:pPr>
              <w:rPr>
                <w:noProof/>
                <w:color w:val="000000" w:themeColor="text1"/>
                <w:lang w:bidi="cs-CZ"/>
              </w:rPr>
            </w:pPr>
            <w:r>
              <w:rPr>
                <w:noProof/>
                <w:color w:val="000000" w:themeColor="text1"/>
                <w:lang w:bidi="cs-CZ"/>
              </w:rPr>
              <w:t>Arabic/Persian – A1 (knowledge of alphabets, basic communication)</w:t>
            </w:r>
          </w:p>
          <w:p w14:paraId="17AF1CC0" w14:textId="77777777" w:rsidR="00D6021C" w:rsidRDefault="00D6021C" w:rsidP="004D3011">
            <w:pPr>
              <w:rPr>
                <w:noProof/>
                <w:color w:val="000000" w:themeColor="text1"/>
                <w:lang w:bidi="cs-CZ"/>
              </w:rPr>
            </w:pPr>
          </w:p>
          <w:p w14:paraId="1DC12FE0" w14:textId="77777777" w:rsidR="00D6021C" w:rsidRDefault="00D6021C" w:rsidP="004D3011">
            <w:pPr>
              <w:rPr>
                <w:noProof/>
                <w:color w:val="000000" w:themeColor="text1"/>
                <w:lang w:bidi="cs-CZ"/>
              </w:rPr>
            </w:pPr>
            <w:r>
              <w:rPr>
                <w:noProof/>
                <w:color w:val="000000" w:themeColor="text1"/>
                <w:lang w:bidi="cs-CZ"/>
              </w:rPr>
              <w:t>Computer:</w:t>
            </w:r>
          </w:p>
          <w:p w14:paraId="64FE94BD" w14:textId="77777777" w:rsidR="00D6021C" w:rsidRDefault="00D6021C" w:rsidP="004D3011">
            <w:pPr>
              <w:rPr>
                <w:noProof/>
                <w:color w:val="000000" w:themeColor="text1"/>
                <w:lang w:bidi="cs-CZ"/>
              </w:rPr>
            </w:pPr>
            <w:r>
              <w:rPr>
                <w:noProof/>
                <w:color w:val="000000" w:themeColor="text1"/>
                <w:lang w:bidi="cs-CZ"/>
              </w:rPr>
              <w:t>MS Office (Word, Excel, Powerpoint)</w:t>
            </w:r>
          </w:p>
          <w:p w14:paraId="452CDD59" w14:textId="77777777" w:rsidR="00F66D83" w:rsidRDefault="00F66D83" w:rsidP="004D3011">
            <w:pPr>
              <w:rPr>
                <w:noProof/>
                <w:color w:val="000000" w:themeColor="text1"/>
                <w:lang w:bidi="cs-CZ"/>
              </w:rPr>
            </w:pPr>
          </w:p>
          <w:p w14:paraId="27C90DCA" w14:textId="77777777" w:rsidR="00F66D83" w:rsidRDefault="00F66D83" w:rsidP="004D3011">
            <w:pPr>
              <w:rPr>
                <w:noProof/>
                <w:color w:val="000000" w:themeColor="text1"/>
                <w:lang w:bidi="cs-CZ"/>
              </w:rPr>
            </w:pPr>
          </w:p>
          <w:p w14:paraId="3C4151BD" w14:textId="77777777" w:rsidR="00F66D83" w:rsidRDefault="00F66D83" w:rsidP="004D3011">
            <w:pPr>
              <w:rPr>
                <w:noProof/>
                <w:color w:val="000000" w:themeColor="text1"/>
                <w:lang w:bidi="cs-CZ"/>
              </w:rPr>
            </w:pPr>
          </w:p>
          <w:p w14:paraId="0917DEB0" w14:textId="2D69C529" w:rsidR="00F66D83" w:rsidRDefault="00A163DA" w:rsidP="004D3011">
            <w:pPr>
              <w:rPr>
                <w:noProof/>
                <w:color w:val="000000" w:themeColor="text1"/>
                <w:lang w:bidi="cs-CZ"/>
              </w:rPr>
            </w:pPr>
            <w:r>
              <w:rPr>
                <w:noProof/>
                <w:color w:val="000000" w:themeColor="text1"/>
                <w:lang w:bidi="cs-CZ"/>
              </w:rPr>
              <w:t>12th July</w:t>
            </w:r>
            <w:r w:rsidR="00CC110A">
              <w:rPr>
                <w:noProof/>
                <w:color w:val="000000" w:themeColor="text1"/>
                <w:lang w:bidi="cs-CZ"/>
              </w:rPr>
              <w:t xml:space="preserve"> 2023, in Ostrava, Czech Republic</w:t>
            </w:r>
          </w:p>
          <w:p w14:paraId="5810B462" w14:textId="184ABAE7" w:rsidR="00F66D83" w:rsidRPr="004D3011" w:rsidRDefault="00F66D83" w:rsidP="004D3011">
            <w:pPr>
              <w:rPr>
                <w:color w:val="FFFFFF" w:themeColor="background1"/>
              </w:rPr>
            </w:pPr>
          </w:p>
        </w:tc>
      </w:tr>
    </w:tbl>
    <w:p w14:paraId="4F42478F" w14:textId="77777777" w:rsidR="0043117B" w:rsidRDefault="00000000" w:rsidP="000C45FF">
      <w:pPr>
        <w:tabs>
          <w:tab w:val="left" w:pos="990"/>
        </w:tabs>
      </w:pPr>
    </w:p>
    <w:sectPr w:rsidR="0043117B" w:rsidSect="00AE7882">
      <w:headerReference w:type="default" r:id="rId11"/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49CCD" w14:textId="77777777" w:rsidR="00797B5D" w:rsidRDefault="00797B5D" w:rsidP="000C45FF">
      <w:r>
        <w:separator/>
      </w:r>
    </w:p>
  </w:endnote>
  <w:endnote w:type="continuationSeparator" w:id="0">
    <w:p w14:paraId="0639ABD1" w14:textId="77777777" w:rsidR="00797B5D" w:rsidRDefault="00797B5D" w:rsidP="000C4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eiryo">
    <w:charset w:val="80"/>
    <w:family w:val="swiss"/>
    <w:pitch w:val="variable"/>
    <w:sig w:usb0="E10102FF" w:usb1="EAC7FFFF" w:usb2="0001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9E151" w14:textId="77777777" w:rsidR="00797B5D" w:rsidRDefault="00797B5D" w:rsidP="000C45FF">
      <w:r>
        <w:separator/>
      </w:r>
    </w:p>
  </w:footnote>
  <w:footnote w:type="continuationSeparator" w:id="0">
    <w:p w14:paraId="37A3CA7A" w14:textId="77777777" w:rsidR="00797B5D" w:rsidRDefault="00797B5D" w:rsidP="000C45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55892" w14:textId="77777777" w:rsidR="000C45FF" w:rsidRDefault="000C45FF">
    <w:pPr>
      <w:pStyle w:val="Zhlav"/>
    </w:pPr>
    <w:r>
      <w:rPr>
        <w:noProof/>
        <w:lang w:bidi="cs-CZ"/>
      </w:rPr>
      <w:drawing>
        <wp:anchor distT="0" distB="0" distL="114300" distR="114300" simplePos="0" relativeHeight="251658240" behindDoc="1" locked="0" layoutInCell="1" allowOverlap="1" wp14:anchorId="0A38BCC7" wp14:editId="3DAECB53">
          <wp:simplePos x="0" y="0"/>
          <wp:positionH relativeFrom="page">
            <wp:posOffset>276225</wp:posOffset>
          </wp:positionH>
          <wp:positionV relativeFrom="page">
            <wp:posOffset>447675</wp:posOffset>
          </wp:positionV>
          <wp:extent cx="7136130" cy="9991725"/>
          <wp:effectExtent l="0" t="0" r="7620" b="9525"/>
          <wp:wrapNone/>
          <wp:docPr id="3" name="Grafika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36509" cy="99922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0334ED"/>
    <w:multiLevelType w:val="hybridMultilevel"/>
    <w:tmpl w:val="0264212E"/>
    <w:lvl w:ilvl="0" w:tplc="6C881F2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8B74B7"/>
    <w:multiLevelType w:val="hybridMultilevel"/>
    <w:tmpl w:val="7D2EB6EE"/>
    <w:lvl w:ilvl="0" w:tplc="9B9ADDD2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1947815">
    <w:abstractNumId w:val="0"/>
  </w:num>
  <w:num w:numId="2" w16cid:durableId="17737441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27E"/>
    <w:rsid w:val="00036450"/>
    <w:rsid w:val="00094499"/>
    <w:rsid w:val="000C45FF"/>
    <w:rsid w:val="000C7F1E"/>
    <w:rsid w:val="000E3FD1"/>
    <w:rsid w:val="00112054"/>
    <w:rsid w:val="00113D5A"/>
    <w:rsid w:val="0011417E"/>
    <w:rsid w:val="001525E1"/>
    <w:rsid w:val="00180329"/>
    <w:rsid w:val="0019001F"/>
    <w:rsid w:val="001A74A5"/>
    <w:rsid w:val="001B16DA"/>
    <w:rsid w:val="001B2ABD"/>
    <w:rsid w:val="001E0391"/>
    <w:rsid w:val="001E1759"/>
    <w:rsid w:val="001F1ECC"/>
    <w:rsid w:val="002400EB"/>
    <w:rsid w:val="00256CF7"/>
    <w:rsid w:val="00281FD5"/>
    <w:rsid w:val="0030481B"/>
    <w:rsid w:val="003118EF"/>
    <w:rsid w:val="003156FC"/>
    <w:rsid w:val="003254B5"/>
    <w:rsid w:val="00363830"/>
    <w:rsid w:val="0037121F"/>
    <w:rsid w:val="003735A1"/>
    <w:rsid w:val="003A6B7D"/>
    <w:rsid w:val="003B06CA"/>
    <w:rsid w:val="004071FC"/>
    <w:rsid w:val="00445947"/>
    <w:rsid w:val="0045321E"/>
    <w:rsid w:val="004813B3"/>
    <w:rsid w:val="00496591"/>
    <w:rsid w:val="004976CF"/>
    <w:rsid w:val="004C63E4"/>
    <w:rsid w:val="004D3011"/>
    <w:rsid w:val="005262AC"/>
    <w:rsid w:val="005E39D5"/>
    <w:rsid w:val="005E59E0"/>
    <w:rsid w:val="00600670"/>
    <w:rsid w:val="0062123A"/>
    <w:rsid w:val="00640B29"/>
    <w:rsid w:val="00646E75"/>
    <w:rsid w:val="006771D0"/>
    <w:rsid w:val="0071500A"/>
    <w:rsid w:val="00715FCB"/>
    <w:rsid w:val="00743101"/>
    <w:rsid w:val="007775E1"/>
    <w:rsid w:val="007867A0"/>
    <w:rsid w:val="007927F5"/>
    <w:rsid w:val="00797B5D"/>
    <w:rsid w:val="00802CA0"/>
    <w:rsid w:val="009260CD"/>
    <w:rsid w:val="00952C25"/>
    <w:rsid w:val="00A163DA"/>
    <w:rsid w:val="00A2118D"/>
    <w:rsid w:val="00A52DAE"/>
    <w:rsid w:val="00AC1C55"/>
    <w:rsid w:val="00AD76E2"/>
    <w:rsid w:val="00AE7882"/>
    <w:rsid w:val="00B20152"/>
    <w:rsid w:val="00B359E4"/>
    <w:rsid w:val="00B4427E"/>
    <w:rsid w:val="00B57D98"/>
    <w:rsid w:val="00B70850"/>
    <w:rsid w:val="00C066B6"/>
    <w:rsid w:val="00C37BA1"/>
    <w:rsid w:val="00C4674C"/>
    <w:rsid w:val="00C506CF"/>
    <w:rsid w:val="00C72BED"/>
    <w:rsid w:val="00C9578B"/>
    <w:rsid w:val="00CB0055"/>
    <w:rsid w:val="00CC110A"/>
    <w:rsid w:val="00D2522B"/>
    <w:rsid w:val="00D422DE"/>
    <w:rsid w:val="00D5459D"/>
    <w:rsid w:val="00D6021C"/>
    <w:rsid w:val="00DA1F4D"/>
    <w:rsid w:val="00DD172A"/>
    <w:rsid w:val="00E25A26"/>
    <w:rsid w:val="00E4381A"/>
    <w:rsid w:val="00E55D74"/>
    <w:rsid w:val="00EC5CEF"/>
    <w:rsid w:val="00ED64C4"/>
    <w:rsid w:val="00F03D44"/>
    <w:rsid w:val="00F5113E"/>
    <w:rsid w:val="00F601FE"/>
    <w:rsid w:val="00F60274"/>
    <w:rsid w:val="00F66D83"/>
    <w:rsid w:val="00F77FB9"/>
    <w:rsid w:val="00FB068F"/>
    <w:rsid w:val="00FC3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491EF4"/>
  <w14:defaultImageDpi w14:val="327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uiPriority="1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/>
    <w:lsdException w:name="Hashtag" w:semiHidden="1"/>
    <w:lsdException w:name="Smart Link" w:semiHidden="1" w:unhideWhenUsed="1"/>
  </w:latentStyles>
  <w:style w:type="paragraph" w:default="1" w:styleId="Normln">
    <w:name w:val="Normal"/>
    <w:qFormat/>
    <w:rsid w:val="00B359E4"/>
    <w:rPr>
      <w:sz w:val="18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AD76E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548AB7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4D3011"/>
    <w:pPr>
      <w:keepNext/>
      <w:keepLines/>
      <w:pBdr>
        <w:bottom w:val="single" w:sz="8" w:space="1" w:color="94B6D2" w:themeColor="accent1"/>
      </w:pBdr>
      <w:spacing w:before="240" w:after="120"/>
      <w:outlineLvl w:val="1"/>
    </w:pPr>
    <w:rPr>
      <w:rFonts w:asciiTheme="majorHAnsi" w:eastAsiaTheme="majorEastAsia" w:hAnsiTheme="majorHAnsi" w:cstheme="majorBidi"/>
      <w:b/>
      <w:bCs/>
      <w:caps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qFormat/>
    <w:rsid w:val="00D5459D"/>
    <w:pPr>
      <w:keepNext/>
      <w:keepLines/>
      <w:spacing w:before="240" w:after="120"/>
      <w:outlineLvl w:val="2"/>
    </w:pPr>
    <w:rPr>
      <w:rFonts w:asciiTheme="majorHAnsi" w:eastAsiaTheme="majorEastAsia" w:hAnsiTheme="majorHAnsi" w:cstheme="majorBidi"/>
      <w:b/>
      <w:caps/>
      <w:color w:val="548AB7" w:themeColor="accent1" w:themeShade="BF"/>
      <w:sz w:val="22"/>
      <w:szCs w:val="24"/>
    </w:rPr>
  </w:style>
  <w:style w:type="paragraph" w:styleId="Nadpis4">
    <w:name w:val="heading 4"/>
    <w:basedOn w:val="Normln"/>
    <w:next w:val="Normln"/>
    <w:link w:val="Nadpis4Char"/>
    <w:uiPriority w:val="9"/>
    <w:qFormat/>
    <w:rsid w:val="00B359E4"/>
    <w:pPr>
      <w:outlineLvl w:val="3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4D3011"/>
    <w:rPr>
      <w:rFonts w:asciiTheme="majorHAnsi" w:eastAsiaTheme="majorEastAsia" w:hAnsiTheme="majorHAnsi" w:cstheme="majorBidi"/>
      <w:b/>
      <w:bCs/>
      <w:caps/>
      <w:sz w:val="22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1B2ABD"/>
    <w:rPr>
      <w:caps/>
      <w:color w:val="000000" w:themeColor="text1"/>
      <w:sz w:val="96"/>
      <w:szCs w:val="76"/>
    </w:rPr>
  </w:style>
  <w:style w:type="character" w:customStyle="1" w:styleId="NzevChar">
    <w:name w:val="Název Char"/>
    <w:basedOn w:val="Standardnpsmoodstavce"/>
    <w:link w:val="Nzev"/>
    <w:uiPriority w:val="10"/>
    <w:rsid w:val="001B2ABD"/>
    <w:rPr>
      <w:caps/>
      <w:color w:val="000000" w:themeColor="text1"/>
      <w:sz w:val="96"/>
      <w:szCs w:val="76"/>
    </w:rPr>
  </w:style>
  <w:style w:type="character" w:styleId="Zdraznn">
    <w:name w:val="Emphasis"/>
    <w:basedOn w:val="Standardnpsmoodstavce"/>
    <w:uiPriority w:val="11"/>
    <w:semiHidden/>
    <w:qFormat/>
    <w:rsid w:val="00E25A26"/>
    <w:rPr>
      <w:i/>
      <w:iCs/>
    </w:rPr>
  </w:style>
  <w:style w:type="character" w:customStyle="1" w:styleId="Nadpis1Char">
    <w:name w:val="Nadpis 1 Char"/>
    <w:basedOn w:val="Standardnpsmoodstavce"/>
    <w:link w:val="Nadpis1"/>
    <w:uiPriority w:val="9"/>
    <w:rsid w:val="00AD76E2"/>
    <w:rPr>
      <w:rFonts w:asciiTheme="majorHAnsi" w:eastAsiaTheme="majorEastAsia" w:hAnsiTheme="majorHAnsi" w:cstheme="majorBidi"/>
      <w:color w:val="548AB7" w:themeColor="accent1" w:themeShade="BF"/>
      <w:sz w:val="32"/>
      <w:szCs w:val="32"/>
    </w:rPr>
  </w:style>
  <w:style w:type="paragraph" w:styleId="Datum">
    <w:name w:val="Date"/>
    <w:basedOn w:val="Normln"/>
    <w:next w:val="Normln"/>
    <w:link w:val="DatumChar"/>
    <w:uiPriority w:val="99"/>
    <w:rsid w:val="00036450"/>
  </w:style>
  <w:style w:type="character" w:customStyle="1" w:styleId="DatumChar">
    <w:name w:val="Datum Char"/>
    <w:basedOn w:val="Standardnpsmoodstavce"/>
    <w:link w:val="Datum"/>
    <w:uiPriority w:val="99"/>
    <w:rsid w:val="00036450"/>
    <w:rPr>
      <w:sz w:val="18"/>
      <w:szCs w:val="22"/>
    </w:rPr>
  </w:style>
  <w:style w:type="character" w:styleId="Hypertextovodkaz">
    <w:name w:val="Hyperlink"/>
    <w:basedOn w:val="Standardnpsmoodstavce"/>
    <w:uiPriority w:val="99"/>
    <w:unhideWhenUsed/>
    <w:rsid w:val="00281FD5"/>
    <w:rPr>
      <w:color w:val="B85A22" w:themeColor="accent2" w:themeShade="BF"/>
      <w:u w:val="single"/>
    </w:rPr>
  </w:style>
  <w:style w:type="character" w:styleId="Nevyeenzmnka">
    <w:name w:val="Unresolved Mention"/>
    <w:basedOn w:val="Standardnpsmoodstavce"/>
    <w:uiPriority w:val="99"/>
    <w:semiHidden/>
    <w:rsid w:val="004813B3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semiHidden/>
    <w:rsid w:val="000C45FF"/>
    <w:pPr>
      <w:tabs>
        <w:tab w:val="center" w:pos="4680"/>
        <w:tab w:val="right" w:pos="9360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0C45FF"/>
    <w:rPr>
      <w:sz w:val="22"/>
      <w:szCs w:val="22"/>
    </w:rPr>
  </w:style>
  <w:style w:type="paragraph" w:styleId="Zpat">
    <w:name w:val="footer"/>
    <w:basedOn w:val="Normln"/>
    <w:link w:val="ZpatChar"/>
    <w:uiPriority w:val="99"/>
    <w:semiHidden/>
    <w:rsid w:val="000C45FF"/>
    <w:pPr>
      <w:tabs>
        <w:tab w:val="center" w:pos="4680"/>
        <w:tab w:val="right" w:pos="9360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0C45FF"/>
    <w:rPr>
      <w:sz w:val="22"/>
      <w:szCs w:val="22"/>
    </w:rPr>
  </w:style>
  <w:style w:type="table" w:styleId="Mkatabulky">
    <w:name w:val="Table Grid"/>
    <w:basedOn w:val="Normlntabulka"/>
    <w:uiPriority w:val="39"/>
    <w:rsid w:val="001B2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1B2ABD"/>
    <w:rPr>
      <w:color w:val="808080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B2ABD"/>
    <w:rPr>
      <w:color w:val="000000" w:themeColor="text1"/>
      <w:spacing w:val="19"/>
      <w:w w:val="86"/>
      <w:sz w:val="32"/>
      <w:szCs w:val="28"/>
      <w:fitText w:val="2160" w:id="1744560130"/>
    </w:rPr>
  </w:style>
  <w:style w:type="character" w:customStyle="1" w:styleId="PodnadpisChar">
    <w:name w:val="Podnadpis Char"/>
    <w:basedOn w:val="Standardnpsmoodstavce"/>
    <w:link w:val="Podnadpis"/>
    <w:uiPriority w:val="11"/>
    <w:rsid w:val="001B2ABD"/>
    <w:rPr>
      <w:color w:val="000000" w:themeColor="text1"/>
      <w:spacing w:val="19"/>
      <w:w w:val="86"/>
      <w:sz w:val="32"/>
      <w:szCs w:val="28"/>
      <w:fitText w:val="2160" w:id="1744560130"/>
    </w:rPr>
  </w:style>
  <w:style w:type="character" w:customStyle="1" w:styleId="Nadpis3Char">
    <w:name w:val="Nadpis 3 Char"/>
    <w:basedOn w:val="Standardnpsmoodstavce"/>
    <w:link w:val="Nadpis3"/>
    <w:uiPriority w:val="9"/>
    <w:rsid w:val="00D5459D"/>
    <w:rPr>
      <w:rFonts w:asciiTheme="majorHAnsi" w:eastAsiaTheme="majorEastAsia" w:hAnsiTheme="majorHAnsi" w:cstheme="majorBidi"/>
      <w:b/>
      <w:caps/>
      <w:color w:val="548AB7" w:themeColor="accent1" w:themeShade="BF"/>
      <w:sz w:val="22"/>
    </w:rPr>
  </w:style>
  <w:style w:type="character" w:customStyle="1" w:styleId="Nadpis4Char">
    <w:name w:val="Nadpis 4 Char"/>
    <w:basedOn w:val="Standardnpsmoodstavce"/>
    <w:link w:val="Nadpis4"/>
    <w:uiPriority w:val="9"/>
    <w:rsid w:val="00B359E4"/>
    <w:rPr>
      <w:b/>
      <w:sz w:val="18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C5CEF"/>
    <w:rPr>
      <w:rFonts w:ascii="Segoe UI" w:hAnsi="Segoe UI" w:cs="Segoe UI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C5CEF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semiHidden/>
    <w:qFormat/>
    <w:rsid w:val="00113D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ikdr\AppData\Local\Microsoft\Office\16.0\DTS\cs-CZ%7b2461A473-B770-4CED-B055-1C4657226457%7d\%7bC58FD061-312D-4BB3-8957-7B6B667FBA06%7dtf00546271_win32.dotx" TargetMode="External"/></Relationships>
</file>

<file path=word/theme/theme1.xml><?xml version="1.0" encoding="utf-8"?>
<a:theme xmlns:a="http://schemas.openxmlformats.org/drawingml/2006/main" name="Office Theme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Props1.xml><?xml version="1.0" encoding="utf-8"?>
<ds:datastoreItem xmlns:ds="http://schemas.openxmlformats.org/officeDocument/2006/customXml" ds:itemID="{18506A0D-4821-47C2-BD9B-CACF27C6B1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43E149-BD72-41A7-8F13-AF59DE30D6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D14EC26-251D-443A-AF4F-B15D0F3B0F84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{C58FD061-312D-4BB3-8957-7B6B667FBA06}tf00546271_win32</Template>
  <TotalTime>0</TotalTime>
  <Pages>1</Pages>
  <Words>200</Words>
  <Characters>1183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2023-03-16T18:20:00Z</dcterms:created>
  <dcterms:modified xsi:type="dcterms:W3CDTF">2023-07-12T18:28:00Z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